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16ACD" w:rsidRPr="00CD3D18" w:rsidRDefault="00A16ACD" w:rsidP="00A16ACD">
      <w:pPr>
        <w:spacing w:before="120" w:after="240"/>
        <w:jc w:val="center"/>
        <w:rPr>
          <w:rFonts w:ascii="Arial Narrow" w:hAnsi="Arial Narrow"/>
          <w:b/>
          <w:sz w:val="22"/>
          <w:szCs w:val="22"/>
        </w:rPr>
      </w:pPr>
      <w:r w:rsidRPr="00CD3D18">
        <w:rPr>
          <w:rFonts w:ascii="Arial Narrow" w:hAnsi="Arial Narrow"/>
          <w:b/>
          <w:sz w:val="22"/>
          <w:szCs w:val="22"/>
        </w:rPr>
        <w:t>ANEXO XI</w:t>
      </w:r>
    </w:p>
    <w:p w:rsidR="00A16ACD" w:rsidRPr="00CD3D18" w:rsidRDefault="00A16ACD" w:rsidP="00A16ACD">
      <w:pPr>
        <w:spacing w:before="120" w:after="240"/>
        <w:jc w:val="center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CERTIFICACIÓN DE NO ESTAR INCURSA EN </w:t>
      </w:r>
      <w:r w:rsidR="00A373C5" w:rsidRPr="00CD3D18">
        <w:rPr>
          <w:rFonts w:ascii="Arial Narrow" w:hAnsi="Arial Narrow" w:cs="Arial"/>
          <w:b/>
          <w:bCs/>
          <w:color w:val="000000"/>
          <w:sz w:val="22"/>
          <w:szCs w:val="22"/>
        </w:rPr>
        <w:t>INCOMPATIBILIDAD PARA CONTRATAR</w:t>
      </w:r>
    </w:p>
    <w:p w:rsidR="00A16ACD" w:rsidRPr="00CD3D18" w:rsidRDefault="00A16ACD" w:rsidP="00A16ACD">
      <w:pPr>
        <w:pStyle w:val="NormalWeb"/>
        <w:numPr>
          <w:ilvl w:val="0"/>
          <w:numId w:val="1"/>
        </w:numPr>
        <w:spacing w:before="120" w:beforeAutospacing="0" w:after="240" w:line="240" w:lineRule="auto"/>
        <w:ind w:left="0" w:firstLine="0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b/>
          <w:bCs/>
          <w:color w:val="000000"/>
          <w:sz w:val="22"/>
          <w:szCs w:val="22"/>
        </w:rPr>
        <w:t>Persona física</w:t>
      </w:r>
    </w:p>
    <w:p w:rsidR="00A16ACD" w:rsidRPr="00CD3D18" w:rsidRDefault="00A16ACD" w:rsidP="00A16ACD">
      <w:pPr>
        <w:pStyle w:val="NormalWeb"/>
        <w:spacing w:before="120" w:beforeAutospacing="0" w:after="240" w:line="240" w:lineRule="auto"/>
        <w:rPr>
          <w:rFonts w:ascii="Arial Narrow" w:hAnsi="Arial Narrow" w:cs="Arial"/>
          <w:sz w:val="22"/>
          <w:szCs w:val="22"/>
        </w:rPr>
      </w:pPr>
      <w:proofErr w:type="gramStart"/>
      <w:r w:rsidRPr="00CD3D18">
        <w:rPr>
          <w:rFonts w:ascii="Arial Narrow" w:hAnsi="Arial Narrow" w:cs="Arial"/>
          <w:color w:val="000000"/>
          <w:sz w:val="22"/>
          <w:szCs w:val="22"/>
        </w:rPr>
        <w:t>Dª./</w:t>
      </w:r>
      <w:proofErr w:type="gramEnd"/>
      <w:r w:rsidRPr="00CD3D18">
        <w:rPr>
          <w:rFonts w:ascii="Arial Narrow" w:hAnsi="Arial Narrow" w:cs="Arial"/>
          <w:color w:val="000000"/>
          <w:sz w:val="22"/>
          <w:szCs w:val="22"/>
        </w:rPr>
        <w:t>D.</w:t>
      </w:r>
    </w:p>
    <w:p w:rsidR="00A16ACD" w:rsidRPr="00CD3D18" w:rsidRDefault="00A16ACD" w:rsidP="00F07FF5">
      <w:pPr>
        <w:pStyle w:val="NormalWeb"/>
        <w:tabs>
          <w:tab w:val="left" w:pos="6868"/>
        </w:tabs>
        <w:spacing w:before="120" w:beforeAutospacing="0" w:after="240" w:line="240" w:lineRule="auto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>con residencia en</w:t>
      </w:r>
      <w:r w:rsidR="00F07FF5">
        <w:rPr>
          <w:rFonts w:ascii="Arial Narrow" w:hAnsi="Arial Narrow" w:cs="Arial"/>
          <w:color w:val="000000"/>
          <w:sz w:val="22"/>
          <w:szCs w:val="22"/>
        </w:rPr>
        <w:tab/>
      </w:r>
      <w:bookmarkStart w:id="0" w:name="_GoBack"/>
      <w:bookmarkEnd w:id="0"/>
    </w:p>
    <w:p w:rsidR="00A16ACD" w:rsidRPr="00CD3D18" w:rsidRDefault="00A16ACD" w:rsidP="00A16ACD">
      <w:pPr>
        <w:pStyle w:val="NormalWeb"/>
        <w:spacing w:before="120" w:beforeAutospacing="0" w:after="240" w:line="240" w:lineRule="auto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>provincia de</w:t>
      </w:r>
    </w:p>
    <w:p w:rsidR="00A16ACD" w:rsidRPr="00CD3D18" w:rsidRDefault="00A16ACD" w:rsidP="00A16ACD">
      <w:pPr>
        <w:pStyle w:val="NormalWeb"/>
        <w:spacing w:before="120" w:beforeAutospacing="0" w:after="240" w:line="240" w:lineRule="auto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 xml:space="preserve">calle nº </w:t>
      </w:r>
    </w:p>
    <w:p w:rsidR="00A16ACD" w:rsidRPr="00CD3D18" w:rsidRDefault="00A16ACD" w:rsidP="00A16ACD">
      <w:pPr>
        <w:pStyle w:val="NormalWeb"/>
        <w:spacing w:before="120" w:beforeAutospacing="0" w:after="240" w:line="240" w:lineRule="auto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>según Documento Nacional de Identidad nº</w:t>
      </w:r>
    </w:p>
    <w:p w:rsidR="00A16ACD" w:rsidRPr="00CD3D18" w:rsidRDefault="00A16ACD" w:rsidP="00A16ACD">
      <w:pPr>
        <w:pStyle w:val="NormalWeb"/>
        <w:tabs>
          <w:tab w:val="center" w:pos="4252"/>
        </w:tabs>
        <w:spacing w:before="120" w:beforeAutospacing="0" w:after="240" w:line="240" w:lineRule="auto"/>
        <w:jc w:val="center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b/>
          <w:bCs/>
          <w:color w:val="000000"/>
          <w:sz w:val="22"/>
          <w:szCs w:val="22"/>
        </w:rPr>
        <w:t>DECLARA</w:t>
      </w:r>
    </w:p>
    <w:p w:rsidR="00A16ACD" w:rsidRPr="00CD3D18" w:rsidRDefault="00A16ACD" w:rsidP="00A16ACD">
      <w:pPr>
        <w:pStyle w:val="NormalWeb"/>
        <w:spacing w:before="120" w:beforeAutospacing="0" w:after="240" w:line="240" w:lineRule="auto"/>
        <w:jc w:val="both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 xml:space="preserve">Que no está incursa en alguno de los supuestos de la Ley </w:t>
      </w:r>
      <w:r w:rsidRPr="00CD3D18">
        <w:rPr>
          <w:rFonts w:ascii="Arial Narrow" w:hAnsi="Arial Narrow" w:cs="Arial"/>
          <w:iCs/>
          <w:color w:val="000000"/>
          <w:sz w:val="22"/>
          <w:szCs w:val="22"/>
        </w:rPr>
        <w:t>3/2005, de 8 de abril, de Incompatibilidades de Altos Cargos de la Administración de la Junta de Andalucía y de Declaración de Actividades, Bienes, Intereses y Retribuciones de Altos Cargos y otros Cargos Públicos, y Decreto 176/2005, de 26 de julio, de desarrollo de la citada ley, así como que no ostenta participación superior al diez por ciento computada en la forma que regula el artículo 5 de la citada Ley.</w:t>
      </w:r>
    </w:p>
    <w:p w:rsidR="00A16ACD" w:rsidRPr="00CD3D18" w:rsidRDefault="00A16ACD" w:rsidP="00A16ACD">
      <w:pPr>
        <w:numPr>
          <w:ilvl w:val="0"/>
          <w:numId w:val="2"/>
        </w:numPr>
        <w:suppressAutoHyphens w:val="0"/>
        <w:spacing w:before="120" w:after="240"/>
        <w:ind w:left="0" w:firstLine="0"/>
        <w:rPr>
          <w:rFonts w:ascii="Arial Narrow" w:hAnsi="Arial Narrow" w:cs="Arial"/>
          <w:b/>
          <w:color w:val="000000"/>
          <w:sz w:val="22"/>
          <w:szCs w:val="22"/>
        </w:rPr>
      </w:pPr>
      <w:r w:rsidRPr="00CD3D18">
        <w:rPr>
          <w:rFonts w:ascii="Arial Narrow" w:hAnsi="Arial Narrow" w:cs="Arial"/>
          <w:b/>
          <w:color w:val="000000"/>
          <w:sz w:val="22"/>
          <w:szCs w:val="22"/>
        </w:rPr>
        <w:t>Persona jurídica</w:t>
      </w:r>
    </w:p>
    <w:p w:rsidR="00A16ACD" w:rsidRPr="00CD3D18" w:rsidRDefault="00A16ACD" w:rsidP="00A16ACD">
      <w:pPr>
        <w:spacing w:before="120" w:after="240"/>
        <w:jc w:val="both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color w:val="000000"/>
          <w:sz w:val="22"/>
          <w:szCs w:val="22"/>
        </w:rPr>
        <w:t>Dª/.</w:t>
      </w:r>
      <w:r w:rsidRPr="00CD3D18">
        <w:rPr>
          <w:rFonts w:ascii="Arial Narrow" w:hAnsi="Arial Narrow" w:cs="Arial"/>
          <w:sz w:val="22"/>
          <w:szCs w:val="22"/>
        </w:rPr>
        <w:t>D………………………..…………………………..…  con DNI……………… en nombre y representación de la empresa………………………………………. actuando en calidad de representante que presente la oferta</w:t>
      </w:r>
    </w:p>
    <w:p w:rsidR="00A16ACD" w:rsidRPr="00CD3D18" w:rsidRDefault="00A16ACD" w:rsidP="00A16ACD">
      <w:pPr>
        <w:spacing w:before="120" w:after="240"/>
        <w:jc w:val="center"/>
        <w:rPr>
          <w:rFonts w:ascii="Arial Narrow" w:hAnsi="Arial Narrow" w:cs="Arial"/>
          <w:b/>
          <w:sz w:val="22"/>
          <w:szCs w:val="22"/>
        </w:rPr>
      </w:pPr>
      <w:r w:rsidRPr="00CD3D18">
        <w:rPr>
          <w:rFonts w:ascii="Arial Narrow" w:hAnsi="Arial Narrow" w:cs="Arial"/>
          <w:b/>
          <w:sz w:val="22"/>
          <w:szCs w:val="22"/>
        </w:rPr>
        <w:t>CERTIFICA</w:t>
      </w:r>
    </w:p>
    <w:p w:rsidR="00A16ACD" w:rsidRPr="00CD3D18" w:rsidRDefault="00A16ACD" w:rsidP="00A16ACD">
      <w:pPr>
        <w:spacing w:before="120" w:after="240"/>
        <w:jc w:val="both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sz w:val="22"/>
          <w:szCs w:val="22"/>
        </w:rPr>
        <w:t>Que no forma parte de los órganos de gobierno o administración de la empresa, ningún alto cargo incluido en el ámbito de aplicación del artículo 2 de  la Ley 3/2005, de 8 de abril, de Incompatibilidades de Altos Cargos de la Administración de la Junta de Andalucía y de Declaración de Actividades, Bienes e Intereses de Altos Cargos y otros Cargos Públicos</w:t>
      </w:r>
      <w:r w:rsidRPr="00CD3D18">
        <w:rPr>
          <w:rFonts w:ascii="Arial Narrow" w:hAnsi="Arial Narrow" w:cs="Arial"/>
          <w:iCs/>
          <w:color w:val="000000"/>
          <w:sz w:val="22"/>
          <w:szCs w:val="22"/>
        </w:rPr>
        <w:t>, y Decreto 176/2005, de 26 de julio, de desarrollo de la citada ley, así como que no ostenta participación superior al diez por ciento computada en la forma que regula el artículo 5 de la citada Ley.</w:t>
      </w:r>
      <w:r w:rsidRPr="00CD3D18">
        <w:rPr>
          <w:rFonts w:ascii="Arial Narrow" w:hAnsi="Arial Narrow" w:cs="Arial"/>
          <w:sz w:val="22"/>
          <w:szCs w:val="22"/>
        </w:rPr>
        <w:t>.</w:t>
      </w:r>
    </w:p>
    <w:p w:rsidR="00A16ACD" w:rsidRPr="00CD3D18" w:rsidRDefault="00A16ACD" w:rsidP="00A16ACD">
      <w:pPr>
        <w:spacing w:before="120" w:after="240"/>
        <w:jc w:val="both"/>
        <w:rPr>
          <w:rFonts w:ascii="Arial Narrow" w:hAnsi="Arial Narrow" w:cs="Arial"/>
          <w:sz w:val="22"/>
          <w:szCs w:val="22"/>
        </w:rPr>
      </w:pPr>
      <w:r w:rsidRPr="00CD3D18">
        <w:rPr>
          <w:rFonts w:ascii="Arial Narrow" w:hAnsi="Arial Narrow" w:cs="Arial"/>
          <w:sz w:val="22"/>
          <w:szCs w:val="22"/>
        </w:rPr>
        <w:t xml:space="preserve">Y para que así conste firmo a presente manifestación </w:t>
      </w:r>
    </w:p>
    <w:p w:rsidR="00A16ACD" w:rsidRPr="00CD3D18" w:rsidRDefault="00A16ACD" w:rsidP="00A16ACD">
      <w:pPr>
        <w:rPr>
          <w:rFonts w:ascii="Arial Narrow" w:hAnsi="Arial Narrow" w:cstheme="minorHAnsi"/>
          <w:sz w:val="22"/>
          <w:szCs w:val="22"/>
        </w:rPr>
      </w:pPr>
    </w:p>
    <w:p w:rsidR="004B0AA4" w:rsidRPr="00CD3D18" w:rsidRDefault="004B0AA4" w:rsidP="00C033F3">
      <w:pPr>
        <w:pStyle w:val="Textoindependiente"/>
        <w:suppressAutoHyphens w:val="0"/>
        <w:spacing w:before="120" w:after="240"/>
        <w:jc w:val="center"/>
        <w:rPr>
          <w:rFonts w:ascii="Arial Narrow" w:hAnsi="Arial Narrow"/>
          <w:sz w:val="22"/>
          <w:szCs w:val="22"/>
        </w:rPr>
      </w:pPr>
    </w:p>
    <w:sectPr w:rsidR="004B0AA4" w:rsidRPr="00CD3D18" w:rsidSect="00F07FF5">
      <w:headerReference w:type="default" r:id="rId7"/>
      <w:pgSz w:w="11906" w:h="16838"/>
      <w:pgMar w:top="2552" w:right="1134" w:bottom="1134" w:left="1134" w:header="113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5ED" w:rsidRDefault="007355ED" w:rsidP="004B0AA4">
      <w:r>
        <w:separator/>
      </w:r>
    </w:p>
  </w:endnote>
  <w:endnote w:type="continuationSeparator" w:id="0">
    <w:p w:rsidR="007355ED" w:rsidRDefault="007355ED" w:rsidP="004B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5ED" w:rsidRDefault="007355ED" w:rsidP="004B0AA4">
      <w:r>
        <w:separator/>
      </w:r>
    </w:p>
  </w:footnote>
  <w:footnote w:type="continuationSeparator" w:id="0">
    <w:p w:rsidR="007355ED" w:rsidRDefault="007355ED" w:rsidP="004B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FF5" w:rsidRDefault="00F07FF5" w:rsidP="00F07FF5">
    <w:pPr>
      <w:pStyle w:val="Encabezado"/>
      <w:rPr>
        <w:lang w:val="es-ES" w:eastAsia="es-ES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4193540</wp:posOffset>
              </wp:positionH>
              <wp:positionV relativeFrom="paragraph">
                <wp:posOffset>-25400</wp:posOffset>
              </wp:positionV>
              <wp:extent cx="1908810" cy="573405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810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FF5" w:rsidRDefault="00F07FF5" w:rsidP="00F07FF5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F07FF5" w:rsidRDefault="00F07FF5" w:rsidP="00F07FF5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F07FF5" w:rsidRDefault="00F07FF5" w:rsidP="00F07FF5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F07FF5" w:rsidRDefault="00F07FF5" w:rsidP="00F07FF5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0.2pt;margin-top:-2pt;width:150.3pt;height:45.1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" stroked="f">
              <v:textbox inset="7.25pt,3.65pt,7.25pt,3.65pt">
                <w:txbxContent>
                  <w:p w:rsidR="00F07FF5" w:rsidRDefault="00F07FF5" w:rsidP="00F07FF5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F07FF5" w:rsidRDefault="00F07FF5" w:rsidP="00F07FF5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F07FF5" w:rsidRDefault="00F07FF5" w:rsidP="00F07FF5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F07FF5" w:rsidRDefault="00F07FF5" w:rsidP="00F07FF5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-307731</wp:posOffset>
          </wp:positionH>
          <wp:positionV relativeFrom="paragraph">
            <wp:posOffset>-417244</wp:posOffset>
          </wp:positionV>
          <wp:extent cx="1942465" cy="982345"/>
          <wp:effectExtent l="0" t="0" r="0" b="8255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73CA" w:rsidRDefault="002973CA" w:rsidP="002973CA">
    <w:pPr>
      <w:pStyle w:val="Textoindependiente"/>
      <w:spacing w:line="14" w:lineRule="auto"/>
      <w:rPr>
        <w:sz w:val="20"/>
      </w:rPr>
    </w:pPr>
  </w:p>
  <w:p w:rsidR="002973CA" w:rsidRDefault="002973CA" w:rsidP="002973CA">
    <w:pPr>
      <w:pStyle w:val="Encabezado"/>
    </w:pPr>
  </w:p>
  <w:p w:rsidR="004B0AA4" w:rsidRDefault="008F5DA6">
    <w:pPr>
      <w:pStyle w:val="Encabezado"/>
    </w:pPr>
    <w:r>
      <w:rPr>
        <w:noProof/>
        <w:lang w:eastAsia="es-ES" w:bidi="ar-SA"/>
      </w:rPr>
      <w:t xml:space="preserve">                                            </w:t>
    </w:r>
    <w:r w:rsidR="004B0AA4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512F6"/>
    <w:multiLevelType w:val="multilevel"/>
    <w:tmpl w:val="30FC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9063D3"/>
    <w:multiLevelType w:val="multilevel"/>
    <w:tmpl w:val="E752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1C21C4"/>
    <w:rsid w:val="002973CA"/>
    <w:rsid w:val="002C4D6B"/>
    <w:rsid w:val="003039DB"/>
    <w:rsid w:val="004B0AA4"/>
    <w:rsid w:val="00527263"/>
    <w:rsid w:val="00535D07"/>
    <w:rsid w:val="00601E69"/>
    <w:rsid w:val="00604358"/>
    <w:rsid w:val="007328F2"/>
    <w:rsid w:val="007355ED"/>
    <w:rsid w:val="007805C5"/>
    <w:rsid w:val="007B3C50"/>
    <w:rsid w:val="007C46CF"/>
    <w:rsid w:val="008F5DA6"/>
    <w:rsid w:val="00A16ACD"/>
    <w:rsid w:val="00A373C5"/>
    <w:rsid w:val="00C033F3"/>
    <w:rsid w:val="00CD3D18"/>
    <w:rsid w:val="00D20263"/>
    <w:rsid w:val="00EB75F8"/>
    <w:rsid w:val="00F07FF5"/>
    <w:rsid w:val="00FC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cera-Centrodirectivo">
    <w:name w:val="Cabecera - Centro directivo"/>
    <w:autoRedefine/>
    <w:qFormat/>
    <w:rsid w:val="002C4D6B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2C4D6B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4B0AA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4B0AA4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4B0AA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0AA4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A16ACD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lang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8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21</cp:revision>
  <cp:lastPrinted>1995-11-21T16:41:00Z</cp:lastPrinted>
  <dcterms:created xsi:type="dcterms:W3CDTF">2022-01-15T12:01:00Z</dcterms:created>
  <dcterms:modified xsi:type="dcterms:W3CDTF">2025-07-17T10:08:00Z</dcterms:modified>
</cp:coreProperties>
</file>